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0B90A6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217D24">
        <w:rPr>
          <w:rStyle w:val="Strong"/>
          <w:rFonts w:asciiTheme="minorHAnsi" w:hAnsiTheme="minorHAnsi" w:cstheme="minorHAnsi"/>
          <w:lang w:val="en-GB"/>
        </w:rPr>
        <w:t>25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217D24">
        <w:rPr>
          <w:rStyle w:val="Strong"/>
          <w:rFonts w:asciiTheme="minorHAnsi" w:hAnsiTheme="minorHAnsi" w:cstheme="minorHAnsi"/>
          <w:lang w:val="en-GB"/>
        </w:rPr>
        <w:t>G007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217D24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A6DE4D9" w:rsidR="00B0293A" w:rsidRPr="00532E97" w:rsidRDefault="00CE313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01/08</w:t>
            </w:r>
            <w:r w:rsidR="00217D24">
              <w:rPr>
                <w:rFonts w:ascii="Calibri" w:hAnsi="Calibri"/>
                <w:szCs w:val="20"/>
              </w:rPr>
              <w:t>/2-24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0AB2AC4" w:rsidR="00B0293A" w:rsidRPr="00CB6DDC" w:rsidRDefault="00CE313A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09</w:t>
            </w:r>
            <w:r w:rsidR="00217D24">
              <w:rPr>
                <w:rFonts w:ascii="Calibri" w:hAnsi="Calibri"/>
                <w:szCs w:val="20"/>
                <w:highlight w:val="yellow"/>
              </w:rPr>
              <w:t>/08/2024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217D24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C750A8B" w:rsidR="00B0293A" w:rsidRPr="00251A4B" w:rsidRDefault="00CE313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217D24">
              <w:rPr>
                <w:rFonts w:ascii="Calibri" w:hAnsi="Calibri"/>
                <w:szCs w:val="20"/>
              </w:rPr>
              <w:t>/08/2024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ED9B742" w:rsidR="00B0293A" w:rsidRPr="00CB6DDC" w:rsidRDefault="00CE313A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15</w:t>
            </w:r>
            <w:r w:rsidR="00217D24">
              <w:rPr>
                <w:rFonts w:ascii="Calibri" w:hAnsi="Calibri"/>
                <w:szCs w:val="20"/>
                <w:highlight w:val="yellow"/>
              </w:rPr>
              <w:t>/08/2024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217D24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3701ED1" w:rsidR="00B0293A" w:rsidRPr="00532E97" w:rsidRDefault="00217D2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23/08/2024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CC56575" w:rsidR="00B0293A" w:rsidRPr="00532E97" w:rsidRDefault="00CE313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217D24">
              <w:rPr>
                <w:rFonts w:ascii="Calibri" w:hAnsi="Calibri"/>
                <w:szCs w:val="20"/>
              </w:rPr>
              <w:t>/08/2024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D5F637C" w:rsidR="00B0293A" w:rsidRPr="00532E97" w:rsidRDefault="00217D2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10/09/2024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4F6AC32" w:rsidR="00B0293A" w:rsidRPr="00532E97" w:rsidRDefault="00217D2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11/09/2024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4C076DC" w:rsidR="00B0293A" w:rsidRPr="00532E97" w:rsidRDefault="00217D2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12/09/2024</w:t>
            </w:r>
          </w:p>
        </w:tc>
      </w:tr>
    </w:tbl>
    <w:p w14:paraId="7023F50A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74F516B3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FDF4987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21B16F32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64C0A82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7C06A9EA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207FC3F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C6A15FC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977A9A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8129DF8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D5A40C4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5D952E89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5985300F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1CB3FD64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187E364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DE5B5DD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3B2963C8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0A0D9" w14:textId="77777777" w:rsidR="009916E3" w:rsidRDefault="009916E3">
      <w:r>
        <w:separator/>
      </w:r>
    </w:p>
  </w:endnote>
  <w:endnote w:type="continuationSeparator" w:id="0">
    <w:p w14:paraId="305FC198" w14:textId="77777777" w:rsidR="009916E3" w:rsidRDefault="009916E3">
      <w:r>
        <w:continuationSeparator/>
      </w:r>
    </w:p>
  </w:endnote>
  <w:endnote w:type="continuationNotice" w:id="1">
    <w:p w14:paraId="693F3D66" w14:textId="77777777" w:rsidR="009916E3" w:rsidRDefault="009916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E313A" w:rsidRPr="00CE313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E313A" w:rsidRPr="00CE313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452234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B0C7E">
      <w:rPr>
        <w:noProof/>
      </w:rPr>
      <w:t>2024-08-01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6C96F" w14:textId="77777777" w:rsidR="009916E3" w:rsidRDefault="009916E3">
      <w:r>
        <w:separator/>
      </w:r>
    </w:p>
  </w:footnote>
  <w:footnote w:type="continuationSeparator" w:id="0">
    <w:p w14:paraId="419B1E33" w14:textId="77777777" w:rsidR="009916E3" w:rsidRDefault="009916E3">
      <w:r>
        <w:continuationSeparator/>
      </w:r>
    </w:p>
  </w:footnote>
  <w:footnote w:type="continuationNotice" w:id="1">
    <w:p w14:paraId="63823ABA" w14:textId="77777777" w:rsidR="009916E3" w:rsidRDefault="009916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8ABD72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217D24">
      <w:rPr>
        <w:rStyle w:val="Strong"/>
        <w:rFonts w:asciiTheme="minorHAnsi" w:hAnsiTheme="minorHAnsi" w:cstheme="minorHAnsi"/>
        <w:lang w:val="en-GB"/>
      </w:rPr>
      <w:t>25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217D24">
      <w:rPr>
        <w:rStyle w:val="Strong"/>
        <w:rFonts w:asciiTheme="minorHAnsi" w:hAnsiTheme="minorHAnsi" w:cstheme="minorHAnsi"/>
        <w:lang w:val="en-GB"/>
      </w:rPr>
      <w:t>G</w:t>
    </w:r>
    <w:r w:rsidRPr="0099594E">
      <w:rPr>
        <w:rStyle w:val="Strong"/>
        <w:rFonts w:asciiTheme="minorHAnsi" w:hAnsiTheme="minorHAnsi" w:cstheme="minorHAnsi"/>
        <w:lang w:val="en-GB"/>
      </w:rPr>
      <w:t>0</w:t>
    </w:r>
    <w:r w:rsidR="00217D24">
      <w:rPr>
        <w:rStyle w:val="Strong"/>
        <w:rFonts w:asciiTheme="minorHAnsi" w:hAnsiTheme="minorHAnsi" w:cstheme="minorHAnsi"/>
        <w:lang w:val="en-GB"/>
      </w:rPr>
      <w:t>07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217D24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216845">
    <w:abstractNumId w:val="1"/>
  </w:num>
  <w:num w:numId="2" w16cid:durableId="1521892227">
    <w:abstractNumId w:val="10"/>
  </w:num>
  <w:num w:numId="3" w16cid:durableId="2022849058">
    <w:abstractNumId w:val="11"/>
  </w:num>
  <w:num w:numId="4" w16cid:durableId="527136285">
    <w:abstractNumId w:val="4"/>
  </w:num>
  <w:num w:numId="5" w16cid:durableId="1003052837">
    <w:abstractNumId w:val="3"/>
  </w:num>
  <w:num w:numId="6" w16cid:durableId="935989151">
    <w:abstractNumId w:val="7"/>
  </w:num>
  <w:num w:numId="7" w16cid:durableId="924152006">
    <w:abstractNumId w:val="5"/>
  </w:num>
  <w:num w:numId="8" w16cid:durableId="1199243492">
    <w:abstractNumId w:val="9"/>
  </w:num>
  <w:num w:numId="9" w16cid:durableId="1844783209">
    <w:abstractNumId w:val="0"/>
  </w:num>
  <w:num w:numId="10" w16cid:durableId="999575321">
    <w:abstractNumId w:val="8"/>
  </w:num>
  <w:num w:numId="11" w16cid:durableId="1246307925">
    <w:abstractNumId w:val="2"/>
  </w:num>
  <w:num w:numId="12" w16cid:durableId="28948097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17D24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E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E52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E3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036A"/>
    <w:rsid w:val="00AA0381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560"/>
    <w:rsid w:val="00C77643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13A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2EF9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27ED1713-76B1-4F94-BFFE-ECE4D7A6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523E87-7323-4F9F-ADCB-A82B65FA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2020-07-06T12:32:00Z</dcterms:created>
  <dcterms:modified xsi:type="dcterms:W3CDTF">2024-08-01T00:23:00Z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